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83274" w14:paraId="0539C9E2" w14:textId="77777777" w:rsidTr="000E74E8">
        <w:tc>
          <w:tcPr>
            <w:tcW w:w="2689" w:type="dxa"/>
          </w:tcPr>
          <w:p w14:paraId="016A662A" w14:textId="1C779E8C" w:rsidR="00783274" w:rsidRPr="00783274" w:rsidRDefault="00783274" w:rsidP="00783274">
            <w:pPr>
              <w:pStyle w:val="SIText"/>
            </w:pPr>
            <w:r w:rsidRPr="00CC451E">
              <w:t>Release</w:t>
            </w:r>
            <w:r w:rsidRPr="0078327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9DE0384" w14:textId="2465176E" w:rsidR="00783274" w:rsidRPr="00783274" w:rsidRDefault="00783274" w:rsidP="0078327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5147B1" w:rsidRPr="00981253">
              <w:rPr>
                <w:rStyle w:val="SITemporaryText-blue"/>
              </w:rPr>
              <w:t>X</w:t>
            </w:r>
            <w:r w:rsidRPr="00783274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280F161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05594AF" w:rsidR="00F1480E" w:rsidRPr="005404CB" w:rsidRDefault="00A3135C" w:rsidP="005404CB">
            <w:pPr>
              <w:pStyle w:val="SIUNITCODE"/>
            </w:pPr>
            <w:r>
              <w:t>AHCPER101</w:t>
            </w:r>
          </w:p>
        </w:tc>
        <w:tc>
          <w:tcPr>
            <w:tcW w:w="3604" w:type="pct"/>
            <w:shd w:val="clear" w:color="auto" w:fill="auto"/>
          </w:tcPr>
          <w:p w14:paraId="01D80964" w14:textId="24B4063F" w:rsidR="00F1480E" w:rsidRPr="005404CB" w:rsidRDefault="00A3135C" w:rsidP="005404CB">
            <w:pPr>
              <w:pStyle w:val="SIUnittitle"/>
            </w:pPr>
            <w:r w:rsidRPr="00A3135C">
              <w:t>Observe permaculture principles and work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0F90CA" w14:textId="2CF2F7DF" w:rsidR="00692EC8" w:rsidRPr="00692EC8" w:rsidRDefault="00692EC8" w:rsidP="005D11AD">
            <w:pPr>
              <w:pStyle w:val="SIText"/>
            </w:pPr>
            <w:r w:rsidRPr="00692EC8">
              <w:t>This unit of competency describes the skills and knowledge required to follow workplace directions and instructions while observing permaculture principles and practices</w:t>
            </w:r>
            <w:r w:rsidR="005147B1">
              <w:t xml:space="preserve"> being</w:t>
            </w:r>
            <w:r w:rsidRPr="00692EC8">
              <w:t xml:space="preserve"> carried out </w:t>
            </w:r>
            <w:r w:rsidR="005147B1">
              <w:t>on</w:t>
            </w:r>
            <w:r w:rsidR="005147B1" w:rsidRPr="00692EC8">
              <w:t xml:space="preserve"> </w:t>
            </w:r>
            <w:r w:rsidRPr="00692EC8">
              <w:t>community, home</w:t>
            </w:r>
            <w:r w:rsidR="005147B1">
              <w:t xml:space="preserve"> or </w:t>
            </w:r>
            <w:r w:rsidRPr="00692EC8">
              <w:t>school gardens and farms.</w:t>
            </w:r>
          </w:p>
          <w:p w14:paraId="3132742B" w14:textId="77777777" w:rsidR="00692EC8" w:rsidRPr="00692EC8" w:rsidRDefault="00692EC8" w:rsidP="00692EC8">
            <w:pPr>
              <w:pStyle w:val="SIText"/>
            </w:pPr>
          </w:p>
          <w:p w14:paraId="779F66D7" w14:textId="001BF0DF" w:rsidR="00692EC8" w:rsidRPr="00692EC8" w:rsidRDefault="005147B1" w:rsidP="00692EC8">
            <w:pPr>
              <w:pStyle w:val="SIText"/>
            </w:pPr>
            <w:r>
              <w:t>The</w:t>
            </w:r>
            <w:r w:rsidRPr="00692EC8">
              <w:t xml:space="preserve"> </w:t>
            </w:r>
            <w:r w:rsidR="00692EC8" w:rsidRPr="00692EC8">
              <w:t xml:space="preserve">unit applies to individuals who work alongside a supervisor in most situations and exercise limited autonomy within established and </w:t>
            </w:r>
            <w:proofErr w:type="gramStart"/>
            <w:r w:rsidR="00692EC8" w:rsidRPr="00692EC8">
              <w:t>well known</w:t>
            </w:r>
            <w:proofErr w:type="gramEnd"/>
            <w:r w:rsidR="00692EC8" w:rsidRPr="00692EC8">
              <w:t xml:space="preserve"> parameters. They identify and seek help with simple problems.</w:t>
            </w:r>
          </w:p>
          <w:p w14:paraId="3939426A" w14:textId="77777777" w:rsidR="00692EC8" w:rsidRPr="00692EC8" w:rsidRDefault="00692EC8" w:rsidP="00692EC8">
            <w:pPr>
              <w:pStyle w:val="SIText"/>
            </w:pPr>
          </w:p>
          <w:p w14:paraId="22C15BCD" w14:textId="1657A6E9" w:rsidR="00373436" w:rsidRPr="000754EC" w:rsidRDefault="00692EC8">
            <w:pPr>
              <w:pStyle w:val="SIText"/>
            </w:pPr>
            <w:r w:rsidRPr="00692EC8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2EC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A018016" w:rsidR="00692EC8" w:rsidRPr="00692EC8" w:rsidRDefault="00692EC8" w:rsidP="00692EC8">
            <w:pPr>
              <w:pStyle w:val="SIText"/>
            </w:pPr>
            <w:r w:rsidRPr="00692EC8">
              <w:t>1. Prepare to work in a permaculture environment</w:t>
            </w:r>
          </w:p>
        </w:tc>
        <w:tc>
          <w:tcPr>
            <w:tcW w:w="3604" w:type="pct"/>
            <w:shd w:val="clear" w:color="auto" w:fill="auto"/>
          </w:tcPr>
          <w:p w14:paraId="469B986B" w14:textId="3BAAF0B1" w:rsidR="00692EC8" w:rsidRPr="00692EC8" w:rsidRDefault="00692EC8" w:rsidP="00692EC8">
            <w:r w:rsidRPr="00692EC8">
              <w:t xml:space="preserve">1.1 Meet with supervisor, observe </w:t>
            </w:r>
            <w:proofErr w:type="gramStart"/>
            <w:r w:rsidRPr="00692EC8">
              <w:t>conditions</w:t>
            </w:r>
            <w:proofErr w:type="gramEnd"/>
            <w:r w:rsidRPr="00692EC8">
              <w:t xml:space="preserve"> and receive work tasks</w:t>
            </w:r>
          </w:p>
          <w:p w14:paraId="5A332533" w14:textId="77777777" w:rsidR="00692EC8" w:rsidRPr="00692EC8" w:rsidRDefault="00692EC8" w:rsidP="00692EC8">
            <w:r w:rsidRPr="00692EC8">
              <w:t xml:space="preserve">1.2 Identify required materials, </w:t>
            </w:r>
            <w:proofErr w:type="gramStart"/>
            <w:r w:rsidRPr="00692EC8">
              <w:t>tools</w:t>
            </w:r>
            <w:proofErr w:type="gramEnd"/>
            <w:r w:rsidRPr="00692EC8">
              <w:t xml:space="preserve"> and equipment</w:t>
            </w:r>
          </w:p>
          <w:p w14:paraId="7726F7AE" w14:textId="63B82C93" w:rsidR="00692EC8" w:rsidRPr="00692EC8" w:rsidRDefault="00692EC8" w:rsidP="00692EC8">
            <w:r w:rsidRPr="00692EC8">
              <w:t xml:space="preserve">1.3 Check materials, tools and equipment and </w:t>
            </w:r>
            <w:r w:rsidR="005147B1">
              <w:t>inform</w:t>
            </w:r>
            <w:r w:rsidR="005147B1" w:rsidRPr="00692EC8">
              <w:t xml:space="preserve"> </w:t>
            </w:r>
            <w:r w:rsidRPr="00692EC8">
              <w:t xml:space="preserve">supervisor </w:t>
            </w:r>
            <w:r w:rsidR="005147B1">
              <w:t>of deficiencies or faults</w:t>
            </w:r>
          </w:p>
          <w:p w14:paraId="2CF8CC77" w14:textId="6A5BA175" w:rsidR="00692EC8" w:rsidRPr="00692EC8" w:rsidRDefault="00692EC8" w:rsidP="00692EC8">
            <w:r w:rsidRPr="00692EC8">
              <w:t xml:space="preserve">1.4 </w:t>
            </w:r>
            <w:r w:rsidR="005147B1">
              <w:t>L</w:t>
            </w:r>
            <w:r w:rsidRPr="00692EC8">
              <w:t>oad and unload materials</w:t>
            </w:r>
            <w:r w:rsidR="005147B1">
              <w:t xml:space="preserve"> according to workplace health and safety procedures</w:t>
            </w:r>
          </w:p>
          <w:p w14:paraId="5FC8CD9E" w14:textId="584E04F5" w:rsidR="00692EC8" w:rsidRPr="00692EC8" w:rsidRDefault="00692EC8" w:rsidP="00692EC8">
            <w:r w:rsidRPr="00692EC8">
              <w:t xml:space="preserve">1.5 Identify hazards and </w:t>
            </w:r>
            <w:r w:rsidR="005147B1">
              <w:t>inform and clarify controls with</w:t>
            </w:r>
            <w:r w:rsidR="005147B1" w:rsidRPr="00692EC8">
              <w:t xml:space="preserve"> </w:t>
            </w:r>
            <w:r w:rsidRPr="00692EC8">
              <w:t>supervisor</w:t>
            </w:r>
          </w:p>
          <w:p w14:paraId="4B044429" w14:textId="51CD9A8A" w:rsidR="00692EC8" w:rsidRPr="00692EC8" w:rsidRDefault="00692EC8" w:rsidP="005D11AD">
            <w:r w:rsidRPr="00692EC8">
              <w:t xml:space="preserve">1.6 </w:t>
            </w:r>
            <w:r w:rsidR="005147B1">
              <w:t>Select and u</w:t>
            </w:r>
            <w:r w:rsidRPr="00692EC8">
              <w:t xml:space="preserve">se personal protective equipment (PPE) </w:t>
            </w:r>
            <w:r w:rsidR="005147B1">
              <w:t>according to workplace procedures</w:t>
            </w:r>
          </w:p>
        </w:tc>
      </w:tr>
      <w:tr w:rsidR="00692EC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C177D14" w:rsidR="00692EC8" w:rsidRPr="00692EC8" w:rsidRDefault="00692EC8" w:rsidP="00692EC8">
            <w:pPr>
              <w:pStyle w:val="SIText"/>
            </w:pPr>
            <w:r w:rsidRPr="00692EC8">
              <w:t xml:space="preserve">2. Identify </w:t>
            </w:r>
            <w:r w:rsidR="006D6C91">
              <w:t xml:space="preserve">and apply </w:t>
            </w:r>
            <w:r w:rsidRPr="00692EC8">
              <w:t>permaculture work practices</w:t>
            </w:r>
          </w:p>
        </w:tc>
        <w:tc>
          <w:tcPr>
            <w:tcW w:w="3604" w:type="pct"/>
            <w:shd w:val="clear" w:color="auto" w:fill="auto"/>
          </w:tcPr>
          <w:p w14:paraId="35320F7D" w14:textId="5EB1D2C9" w:rsidR="00692EC8" w:rsidRPr="00692EC8" w:rsidRDefault="00692EC8" w:rsidP="00692EC8">
            <w:r w:rsidRPr="00692EC8">
              <w:t xml:space="preserve">2.1 Identify environmentally sustainable </w:t>
            </w:r>
            <w:r w:rsidR="005147B1">
              <w:t xml:space="preserve">work </w:t>
            </w:r>
            <w:r w:rsidRPr="00692EC8">
              <w:t xml:space="preserve">practices, and seek clarification </w:t>
            </w:r>
            <w:r w:rsidR="005147B1">
              <w:t xml:space="preserve">from supervisor </w:t>
            </w:r>
            <w:r w:rsidRPr="00692EC8">
              <w:t xml:space="preserve">when </w:t>
            </w:r>
            <w:r w:rsidR="005147B1">
              <w:t>unsure</w:t>
            </w:r>
          </w:p>
          <w:p w14:paraId="5C890241" w14:textId="77777777" w:rsidR="00692EC8" w:rsidRPr="00692EC8" w:rsidRDefault="00692EC8" w:rsidP="00692EC8">
            <w:r w:rsidRPr="00692EC8">
              <w:t>2.2 Adopt work practices which maximise productivity and time efficiency and minimise waste and resource use</w:t>
            </w:r>
          </w:p>
          <w:p w14:paraId="2B00249F" w14:textId="66F061A7" w:rsidR="00692EC8" w:rsidRPr="00692EC8" w:rsidRDefault="00692EC8">
            <w:pPr>
              <w:pStyle w:val="SIText"/>
            </w:pPr>
            <w:r w:rsidRPr="00692EC8">
              <w:t xml:space="preserve">2.3 Follow instructions and directions and ask for clarification when </w:t>
            </w:r>
            <w:r w:rsidR="00E80E3D">
              <w:t>unsure</w:t>
            </w:r>
          </w:p>
        </w:tc>
      </w:tr>
      <w:tr w:rsidR="00692EC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83354A0" w:rsidR="00692EC8" w:rsidRPr="00692EC8" w:rsidRDefault="00692EC8" w:rsidP="00692EC8">
            <w:pPr>
              <w:pStyle w:val="SIText"/>
            </w:pPr>
            <w:r w:rsidRPr="00692EC8">
              <w:t>3. Contribute to improved permaculture practices</w:t>
            </w:r>
          </w:p>
        </w:tc>
        <w:tc>
          <w:tcPr>
            <w:tcW w:w="3604" w:type="pct"/>
            <w:shd w:val="clear" w:color="auto" w:fill="auto"/>
          </w:tcPr>
          <w:p w14:paraId="65D2AFD0" w14:textId="631B2CF6" w:rsidR="00692EC8" w:rsidRPr="00692EC8" w:rsidRDefault="00692EC8" w:rsidP="00692EC8">
            <w:r w:rsidRPr="00692EC8">
              <w:t xml:space="preserve">3.1 </w:t>
            </w:r>
            <w:r w:rsidR="00444310">
              <w:t xml:space="preserve">Improve personal permaculture practices through accessing </w:t>
            </w:r>
            <w:r w:rsidR="005D11AD">
              <w:t xml:space="preserve">and applying current </w:t>
            </w:r>
            <w:r w:rsidR="00444310">
              <w:t xml:space="preserve">information on </w:t>
            </w:r>
            <w:r w:rsidRPr="00692EC8">
              <w:t>permaculture</w:t>
            </w:r>
          </w:p>
          <w:p w14:paraId="5EAFAA02" w14:textId="0AB57099" w:rsidR="00692EC8" w:rsidRPr="00692EC8" w:rsidRDefault="00692EC8" w:rsidP="00692EC8">
            <w:r w:rsidRPr="00692EC8">
              <w:t xml:space="preserve">3.2 </w:t>
            </w:r>
            <w:r w:rsidR="00444310">
              <w:t xml:space="preserve">Apply permaculture practices supporting the </w:t>
            </w:r>
            <w:r w:rsidRPr="00692EC8">
              <w:t xml:space="preserve">environment </w:t>
            </w:r>
            <w:r w:rsidR="00444310">
              <w:t xml:space="preserve">and </w:t>
            </w:r>
            <w:r w:rsidRPr="00692EC8">
              <w:t xml:space="preserve">community </w:t>
            </w:r>
            <w:r w:rsidR="002B3437">
              <w:t xml:space="preserve">issues </w:t>
            </w:r>
            <w:r w:rsidR="00444310">
              <w:t>following</w:t>
            </w:r>
            <w:r w:rsidRPr="00692EC8">
              <w:t xml:space="preserve"> </w:t>
            </w:r>
            <w:r w:rsidR="00444310">
              <w:t>discussions with</w:t>
            </w:r>
            <w:r w:rsidRPr="00692EC8">
              <w:t xml:space="preserve"> supervisor and colleagues</w:t>
            </w:r>
          </w:p>
          <w:p w14:paraId="30767ED0" w14:textId="2F10E6D8" w:rsidR="00692EC8" w:rsidRPr="00692EC8" w:rsidRDefault="00692EC8" w:rsidP="005D11AD">
            <w:pPr>
              <w:pStyle w:val="SIText"/>
            </w:pPr>
            <w:r w:rsidRPr="00692EC8">
              <w:t>3.3 Contribute to review of practices in a permaculture environment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088" w:rsidRPr="00336FCA" w:rsidDel="00423CB2" w14:paraId="4F075854" w14:textId="77777777" w:rsidTr="00CA2922">
        <w:tc>
          <w:tcPr>
            <w:tcW w:w="1396" w:type="pct"/>
          </w:tcPr>
          <w:p w14:paraId="03045F9D" w14:textId="0D665DB2" w:rsidR="00724088" w:rsidRDefault="00724088" w:rsidP="005404CB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9D4AD40" w14:textId="7C5A0C9F" w:rsidR="00724088" w:rsidRDefault="00724088" w:rsidP="00724088">
            <w:pPr>
              <w:pStyle w:val="SIBulletList1"/>
            </w:pPr>
            <w:r>
              <w:t xml:space="preserve">Access information, </w:t>
            </w:r>
            <w:proofErr w:type="gramStart"/>
            <w:r>
              <w:t>resources</w:t>
            </w:r>
            <w:proofErr w:type="gramEnd"/>
            <w:r>
              <w:t xml:space="preserve"> and colleagues to </w:t>
            </w:r>
            <w:r w:rsidR="00F7574E">
              <w:t xml:space="preserve">investigate and </w:t>
            </w:r>
            <w:r>
              <w:t>improve understanding of permaculture</w:t>
            </w:r>
            <w:r w:rsidR="00F7574E">
              <w:t xml:space="preserve"> principles</w:t>
            </w:r>
          </w:p>
        </w:tc>
      </w:tr>
      <w:tr w:rsidR="00724088" w:rsidRPr="00336FCA" w:rsidDel="00423CB2" w14:paraId="62CA9085" w14:textId="77777777" w:rsidTr="0072408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6C19" w14:textId="77777777" w:rsidR="00724088" w:rsidRPr="00724088" w:rsidRDefault="00724088" w:rsidP="004E1E6D">
            <w:pPr>
              <w:pStyle w:val="SIText"/>
            </w:pPr>
            <w:r w:rsidRPr="0072408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9EF9" w14:textId="77777777" w:rsidR="00724088" w:rsidRPr="00724088" w:rsidRDefault="00724088" w:rsidP="004E1E6D">
            <w:pPr>
              <w:pStyle w:val="SIBulletList1"/>
            </w:pPr>
            <w:r w:rsidRPr="00724088">
              <w:t xml:space="preserve">Use clear language, concepts, </w:t>
            </w:r>
            <w:proofErr w:type="gramStart"/>
            <w:r w:rsidRPr="00724088">
              <w:t>tone</w:t>
            </w:r>
            <w:proofErr w:type="gramEnd"/>
            <w:r w:rsidRPr="00724088">
              <w:t xml:space="preserve"> and pace appropriate when discussing work requirements and performance with supervisor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504AA164" w14:textId="77777777" w:rsidR="00041E59" w:rsidRDefault="006D6C91" w:rsidP="005404CB">
            <w:pPr>
              <w:pStyle w:val="SIText"/>
            </w:pPr>
            <w:r w:rsidRPr="002B3437">
              <w:t>AHCPER101 Observe permaculture principles and work practices</w:t>
            </w:r>
          </w:p>
          <w:p w14:paraId="18ED5BE1" w14:textId="58246D65" w:rsidR="0057175D" w:rsidRPr="005404CB" w:rsidRDefault="0057175D" w:rsidP="005404C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8503BCB" w14:textId="77777777" w:rsidR="00041E59" w:rsidRDefault="002B3437" w:rsidP="005404CB">
            <w:pPr>
              <w:pStyle w:val="SIText"/>
            </w:pPr>
            <w:r w:rsidRPr="002B3437">
              <w:t>AHCPER101 Observe permaculture principles and work practices</w:t>
            </w:r>
          </w:p>
          <w:p w14:paraId="64EA7AE3" w14:textId="103EB24B" w:rsidR="0057175D" w:rsidRPr="005404CB" w:rsidRDefault="0057175D" w:rsidP="005404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217170F" w14:textId="77777777" w:rsidR="00041E59" w:rsidRDefault="002B3437" w:rsidP="005404CB">
            <w:pPr>
              <w:pStyle w:val="SIText"/>
            </w:pPr>
            <w:r>
              <w:t>Minor changes to Application for consistency</w:t>
            </w:r>
          </w:p>
          <w:p w14:paraId="3E031D32" w14:textId="50D34C20" w:rsidR="002B3437" w:rsidRPr="005404CB" w:rsidRDefault="002B3437" w:rsidP="005404CB">
            <w:pPr>
              <w:pStyle w:val="SIText"/>
            </w:pPr>
            <w:r>
              <w:t xml:space="preserve">Minor changes to </w:t>
            </w:r>
            <w:r w:rsidR="006D6C91">
              <w:t xml:space="preserve">Element and </w:t>
            </w:r>
            <w:r>
              <w:t>PC</w:t>
            </w:r>
            <w:r w:rsidR="006D6C91">
              <w:t>s</w:t>
            </w:r>
            <w:r>
              <w:t xml:space="preserve"> for clarity and compliance with standards</w:t>
            </w:r>
          </w:p>
        </w:tc>
        <w:tc>
          <w:tcPr>
            <w:tcW w:w="1616" w:type="pct"/>
          </w:tcPr>
          <w:p w14:paraId="426455CD" w14:textId="0C163C64" w:rsidR="00916CD7" w:rsidRPr="005404CB" w:rsidRDefault="002B3437" w:rsidP="005404CB">
            <w:pPr>
              <w:pStyle w:val="SIText"/>
            </w:pPr>
            <w:r>
              <w:t>E</w:t>
            </w:r>
            <w:r w:rsidR="006D6C91">
              <w:t>quivalent</w:t>
            </w:r>
          </w:p>
        </w:tc>
      </w:tr>
    </w:tbl>
    <w:p w14:paraId="127C3A94" w14:textId="5ADC80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CD7487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135C" w:rsidRPr="00A3135C">
              <w:t>AHCPER101 Observe permaculture principles and work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945C885" w14:textId="77777777" w:rsidR="006D6C91" w:rsidRPr="006D6C91" w:rsidRDefault="006D6C91" w:rsidP="006D6C91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00002153" w14:textId="52F07B80" w:rsidR="00C77D12" w:rsidRPr="00C77D12" w:rsidRDefault="006D6C91" w:rsidP="00C77D12">
            <w:pPr>
              <w:pStyle w:val="SIText"/>
            </w:pPr>
            <w:r>
              <w:t>There must be evidence that the individual has</w:t>
            </w:r>
            <w:r w:rsidR="00250BC0">
              <w:t xml:space="preserve"> observed permaculture principles and work practices and has</w:t>
            </w:r>
            <w:r>
              <w:t>:</w:t>
            </w:r>
          </w:p>
          <w:p w14:paraId="636BAF21" w14:textId="1A21A7C6" w:rsidR="00C77D12" w:rsidRDefault="00C77D12" w:rsidP="00C77D12">
            <w:pPr>
              <w:pStyle w:val="SIBulletList1"/>
            </w:pPr>
            <w:r w:rsidRPr="00C77D12">
              <w:t>communicate</w:t>
            </w:r>
            <w:r w:rsidR="006D6C91">
              <w:t>d</w:t>
            </w:r>
            <w:r w:rsidRPr="00C77D12">
              <w:t xml:space="preserve"> with supervisors and workplace colleagues</w:t>
            </w:r>
          </w:p>
          <w:p w14:paraId="5483C0AE" w14:textId="20DC3E8B" w:rsidR="006D6C91" w:rsidRPr="00C77D12" w:rsidRDefault="006D6C91" w:rsidP="00C77D12">
            <w:pPr>
              <w:pStyle w:val="SIBulletList1"/>
            </w:pPr>
            <w:r>
              <w:t>conducted work according to permaculture principles</w:t>
            </w:r>
          </w:p>
          <w:p w14:paraId="352A6E90" w14:textId="19C67380" w:rsidR="00C77D12" w:rsidRPr="00C77D12" w:rsidRDefault="00C77D12" w:rsidP="00C77D12">
            <w:pPr>
              <w:pStyle w:val="SIBulletList1"/>
            </w:pPr>
            <w:r w:rsidRPr="00C77D12">
              <w:t>recognise</w:t>
            </w:r>
            <w:r w:rsidR="006D6C91">
              <w:t>d</w:t>
            </w:r>
            <w:r w:rsidRPr="00C77D12">
              <w:t xml:space="preserve"> basic environmental </w:t>
            </w:r>
            <w:r w:rsidR="006D6C91">
              <w:t xml:space="preserve">and community </w:t>
            </w:r>
            <w:r w:rsidRPr="00C77D12">
              <w:t>influences</w:t>
            </w:r>
            <w:r w:rsidR="006D6C91">
              <w:t xml:space="preserve"> on work performed</w:t>
            </w:r>
          </w:p>
          <w:p w14:paraId="6BFA69AA" w14:textId="6D49C1ED" w:rsidR="00556C4C" w:rsidRPr="005404CB" w:rsidRDefault="00C77D12" w:rsidP="00C77D12">
            <w:pPr>
              <w:pStyle w:val="SIBulletList1"/>
            </w:pPr>
            <w:r w:rsidRPr="00C77D12">
              <w:t>contribute</w:t>
            </w:r>
            <w:r w:rsidR="006D6C91">
              <w:t>d</w:t>
            </w:r>
            <w:r w:rsidRPr="00C77D12">
              <w:t xml:space="preserve"> to improved permaculture work practices</w:t>
            </w:r>
            <w:r w:rsidR="006D6C9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DFCD293" w14:textId="77777777" w:rsidR="00AA26C0" w:rsidRPr="00AA26C0" w:rsidRDefault="00AA26C0" w:rsidP="00AA26C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AA26C0">
              <w:t>in the elements and performance criteria of this unit. This includes knowledge of:</w:t>
            </w:r>
          </w:p>
          <w:p w14:paraId="664FD085" w14:textId="140F5DF1" w:rsidR="00C36FBC" w:rsidRPr="00C36FBC" w:rsidRDefault="00AA26C0" w:rsidP="00C36FBC">
            <w:pPr>
              <w:pStyle w:val="SIBulletList1"/>
            </w:pPr>
            <w:r>
              <w:t xml:space="preserve">fundamentals of </w:t>
            </w:r>
            <w:r w:rsidR="00C36FBC" w:rsidRPr="00C36FBC">
              <w:t>permaculture</w:t>
            </w:r>
            <w:r>
              <w:t>, including:</w:t>
            </w:r>
          </w:p>
          <w:p w14:paraId="1EFF6C63" w14:textId="2C93AD5C" w:rsidR="00C36FBC" w:rsidRPr="00C36FBC" w:rsidRDefault="00C36FBC" w:rsidP="00C36FBC">
            <w:pPr>
              <w:pStyle w:val="SIBulletList2"/>
            </w:pPr>
            <w:r w:rsidRPr="00C36FBC">
              <w:t xml:space="preserve">ethics </w:t>
            </w:r>
            <w:r w:rsidR="00AA26C0">
              <w:t>including,</w:t>
            </w:r>
            <w:r w:rsidR="00AA26C0" w:rsidRPr="00C36FBC">
              <w:t xml:space="preserve"> </w:t>
            </w:r>
            <w:r w:rsidRPr="00C36FBC">
              <w:t>earth care, people care, fair share</w:t>
            </w:r>
          </w:p>
          <w:p w14:paraId="22D0B16D" w14:textId="77777777" w:rsidR="00AA26C0" w:rsidRDefault="00AA26C0" w:rsidP="00981253">
            <w:pPr>
              <w:pStyle w:val="SIBulletList2"/>
            </w:pPr>
            <w:r>
              <w:t xml:space="preserve">basic </w:t>
            </w:r>
            <w:r w:rsidR="00C36FBC" w:rsidRPr="00C36FBC">
              <w:t>principles</w:t>
            </w:r>
          </w:p>
          <w:p w14:paraId="0C81FAC3" w14:textId="747C3E8F" w:rsidR="00C36FBC" w:rsidRPr="00C36FBC" w:rsidRDefault="00C36FBC" w:rsidP="00981253">
            <w:pPr>
              <w:pStyle w:val="SIBulletList1"/>
            </w:pPr>
            <w:r w:rsidRPr="00C36FBC">
              <w:t>practice</w:t>
            </w:r>
            <w:r w:rsidR="006D6C91">
              <w:t xml:space="preserve">s and </w:t>
            </w:r>
            <w:r w:rsidRPr="00C36FBC">
              <w:t>approaches to minimis</w:t>
            </w:r>
            <w:r w:rsidR="006D6C91">
              <w:t>e</w:t>
            </w:r>
            <w:r w:rsidRPr="00C36FBC">
              <w:t xml:space="preserve"> environmental hazards and risks</w:t>
            </w:r>
            <w:r w:rsidR="00AA26C0">
              <w:t>, including:</w:t>
            </w:r>
          </w:p>
          <w:p w14:paraId="717DCB20" w14:textId="77777777" w:rsidR="00C36FBC" w:rsidRPr="00C36FBC" w:rsidRDefault="00C36FBC" w:rsidP="00C36FBC">
            <w:pPr>
              <w:pStyle w:val="SIBulletList2"/>
            </w:pPr>
            <w:r w:rsidRPr="00C36FBC">
              <w:t>producing no waste</w:t>
            </w:r>
          </w:p>
          <w:p w14:paraId="01E684FD" w14:textId="77777777" w:rsidR="00C36FBC" w:rsidRPr="00C36FBC" w:rsidRDefault="00C36FBC" w:rsidP="00C36FBC">
            <w:pPr>
              <w:pStyle w:val="SIBulletList2"/>
            </w:pPr>
            <w:r w:rsidRPr="00C36FBC">
              <w:t>thinking globally and acting locally</w:t>
            </w:r>
          </w:p>
          <w:p w14:paraId="038882DB" w14:textId="77777777" w:rsidR="00C36FBC" w:rsidRPr="00C36FBC" w:rsidRDefault="00C36FBC" w:rsidP="00C36FBC">
            <w:pPr>
              <w:pStyle w:val="SIBulletList2"/>
            </w:pPr>
            <w:r w:rsidRPr="00C36FBC">
              <w:t>observing nature and learning from her patterns</w:t>
            </w:r>
          </w:p>
          <w:p w14:paraId="2710ADBB" w14:textId="77777777" w:rsidR="00C36FBC" w:rsidRPr="00C36FBC" w:rsidRDefault="00C36FBC" w:rsidP="00C36FBC">
            <w:pPr>
              <w:pStyle w:val="SIBulletList2"/>
            </w:pPr>
            <w:r w:rsidRPr="00C36FBC">
              <w:t>responding to change creatively and with consideration for the needs of all users of and/or elements in the system</w:t>
            </w:r>
          </w:p>
          <w:p w14:paraId="45E5A2CF" w14:textId="77777777" w:rsidR="00C36FBC" w:rsidRPr="00C36FBC" w:rsidRDefault="00C36FBC" w:rsidP="00C36FBC">
            <w:pPr>
              <w:pStyle w:val="SIBulletList2"/>
            </w:pPr>
            <w:r w:rsidRPr="00C36FBC">
              <w:t>learning from mistakes and developing successes</w:t>
            </w:r>
          </w:p>
          <w:p w14:paraId="4F51CBBF" w14:textId="418A010C" w:rsidR="00AA26C0" w:rsidRDefault="00AA26C0" w:rsidP="00C36FBC">
            <w:pPr>
              <w:pStyle w:val="SIBulletList1"/>
            </w:pPr>
            <w:r>
              <w:t xml:space="preserve">basic </w:t>
            </w:r>
            <w:r w:rsidR="00C36FBC" w:rsidRPr="00C36FBC">
              <w:t>factors to improve environmental performance</w:t>
            </w:r>
            <w:r>
              <w:t>,</w:t>
            </w:r>
            <w:r w:rsidR="00C36FBC" w:rsidRPr="00C36FBC">
              <w:t xml:space="preserve"> in</w:t>
            </w:r>
            <w:r>
              <w:t>cluding:</w:t>
            </w:r>
          </w:p>
          <w:p w14:paraId="45E20945" w14:textId="5D78F68C" w:rsidR="00AA26C0" w:rsidRDefault="00C36FBC" w:rsidP="00981253">
            <w:pPr>
              <w:pStyle w:val="SIBulletList2"/>
            </w:pPr>
            <w:r w:rsidRPr="00C36FBC">
              <w:t>water catchments</w:t>
            </w:r>
          </w:p>
          <w:p w14:paraId="5E00AA59" w14:textId="049749C8" w:rsidR="00AA26C0" w:rsidRDefault="00C36FBC" w:rsidP="00981253">
            <w:pPr>
              <w:pStyle w:val="SIBulletList2"/>
            </w:pPr>
            <w:r w:rsidRPr="00C36FBC">
              <w:t>ecosystems</w:t>
            </w:r>
          </w:p>
          <w:p w14:paraId="722E0047" w14:textId="3AF626DE" w:rsidR="00AA26C0" w:rsidRDefault="00C36FBC" w:rsidP="00981253">
            <w:pPr>
              <w:pStyle w:val="SIBulletList2"/>
            </w:pPr>
            <w:r w:rsidRPr="00C36FBC">
              <w:t>habitat</w:t>
            </w:r>
          </w:p>
          <w:p w14:paraId="39A30801" w14:textId="103DE8BF" w:rsidR="00AA26C0" w:rsidRDefault="00C36FBC" w:rsidP="00981253">
            <w:pPr>
              <w:pStyle w:val="SIBulletList2"/>
            </w:pPr>
            <w:r w:rsidRPr="00C36FBC">
              <w:t>efficient use of resources</w:t>
            </w:r>
          </w:p>
          <w:p w14:paraId="172C5960" w14:textId="32168F8D" w:rsidR="00AA26C0" w:rsidRDefault="00C36FBC" w:rsidP="00981253">
            <w:pPr>
              <w:pStyle w:val="SIBulletList2"/>
            </w:pPr>
            <w:r w:rsidRPr="00C36FBC">
              <w:t>sustainability</w:t>
            </w:r>
          </w:p>
          <w:p w14:paraId="15A3BF86" w14:textId="268DD57D" w:rsidR="00C36FBC" w:rsidRPr="00C36FBC" w:rsidRDefault="00C36FBC" w:rsidP="00981253">
            <w:pPr>
              <w:pStyle w:val="SIBulletList2"/>
            </w:pPr>
            <w:r w:rsidRPr="00C36FBC">
              <w:t>waste minimisation</w:t>
            </w:r>
          </w:p>
          <w:p w14:paraId="3B5131E2" w14:textId="2A43D7E8" w:rsidR="00AA26C0" w:rsidRDefault="00C36FBC" w:rsidP="00C36FBC">
            <w:pPr>
              <w:pStyle w:val="SIBulletList1"/>
            </w:pPr>
            <w:r w:rsidRPr="00C36FBC">
              <w:t>factors to improve community</w:t>
            </w:r>
            <w:r w:rsidR="00AA26C0">
              <w:t xml:space="preserve"> including:</w:t>
            </w:r>
          </w:p>
          <w:p w14:paraId="256F74BF" w14:textId="07BE9B4D" w:rsidR="00AA26C0" w:rsidRDefault="00C36FBC" w:rsidP="00981253">
            <w:pPr>
              <w:pStyle w:val="SIBulletList2"/>
            </w:pPr>
            <w:r w:rsidRPr="00C36FBC">
              <w:t>caring for people</w:t>
            </w:r>
          </w:p>
          <w:p w14:paraId="753329C4" w14:textId="36589F68" w:rsidR="00AA26C0" w:rsidRDefault="00C36FBC" w:rsidP="00981253">
            <w:pPr>
              <w:pStyle w:val="SIBulletList2"/>
            </w:pPr>
            <w:r w:rsidRPr="00C36FBC">
              <w:t>sharing surpluses</w:t>
            </w:r>
          </w:p>
          <w:p w14:paraId="45F72B15" w14:textId="00E828BC" w:rsidR="00C36FBC" w:rsidRPr="00C36FBC" w:rsidRDefault="00C36FBC" w:rsidP="00981253">
            <w:pPr>
              <w:pStyle w:val="SIBulletList2"/>
            </w:pPr>
            <w:r w:rsidRPr="00C36FBC">
              <w:t>setting limits to growth</w:t>
            </w:r>
          </w:p>
          <w:p w14:paraId="363C8F55" w14:textId="77777777" w:rsidR="00C36FBC" w:rsidRPr="00C36FBC" w:rsidRDefault="00C36FBC" w:rsidP="00C36FBC">
            <w:pPr>
              <w:pStyle w:val="SIBulletList1"/>
            </w:pPr>
            <w:r w:rsidRPr="00C36FBC">
              <w:t>environmental issues and their potential impacts</w:t>
            </w:r>
          </w:p>
          <w:p w14:paraId="4C538D64" w14:textId="77777777" w:rsidR="00C36FBC" w:rsidRPr="00C36FBC" w:rsidRDefault="00C36FBC" w:rsidP="00C36FBC">
            <w:pPr>
              <w:pStyle w:val="SIBulletList2"/>
            </w:pPr>
            <w:r w:rsidRPr="00C36FBC">
              <w:t>sustainability of land use and agricultural work practices</w:t>
            </w:r>
          </w:p>
          <w:p w14:paraId="3C64032E" w14:textId="77777777" w:rsidR="00C36FBC" w:rsidRPr="00C36FBC" w:rsidRDefault="00C36FBC" w:rsidP="00C36FBC">
            <w:pPr>
              <w:pStyle w:val="SIBulletList2"/>
            </w:pPr>
            <w:r w:rsidRPr="00C36FBC">
              <w:t>reduction and disposal of waste</w:t>
            </w:r>
          </w:p>
          <w:p w14:paraId="63DACAFC" w14:textId="77777777" w:rsidR="00C36FBC" w:rsidRPr="00C36FBC" w:rsidRDefault="00C36FBC" w:rsidP="00C36FBC">
            <w:pPr>
              <w:pStyle w:val="SIBulletList2"/>
            </w:pPr>
            <w:r w:rsidRPr="00C36FBC">
              <w:t>improvements to water quality</w:t>
            </w:r>
          </w:p>
          <w:p w14:paraId="5BAA0621" w14:textId="77777777" w:rsidR="00C36FBC" w:rsidRPr="00C36FBC" w:rsidRDefault="00C36FBC" w:rsidP="00C36FBC">
            <w:pPr>
              <w:pStyle w:val="SIBulletList2"/>
            </w:pPr>
            <w:r w:rsidRPr="00C36FBC">
              <w:t>improvements to air quality</w:t>
            </w:r>
          </w:p>
          <w:p w14:paraId="24B9FF00" w14:textId="77777777" w:rsidR="00C36FBC" w:rsidRPr="00C36FBC" w:rsidRDefault="00C36FBC" w:rsidP="00C36FBC">
            <w:pPr>
              <w:pStyle w:val="SIBulletList2"/>
            </w:pPr>
            <w:r w:rsidRPr="00C36FBC">
              <w:t>energy efficiency</w:t>
            </w:r>
          </w:p>
          <w:p w14:paraId="0E7862C4" w14:textId="77777777" w:rsidR="00C36FBC" w:rsidRPr="00C36FBC" w:rsidRDefault="00C36FBC" w:rsidP="00C36FBC">
            <w:pPr>
              <w:pStyle w:val="SIBulletList2"/>
            </w:pPr>
            <w:r w:rsidRPr="00C36FBC">
              <w:t>biodiversity and habitat protection</w:t>
            </w:r>
          </w:p>
          <w:p w14:paraId="3B71C2C9" w14:textId="77777777" w:rsidR="00C36FBC" w:rsidRPr="00C36FBC" w:rsidRDefault="00C36FBC" w:rsidP="00C36FBC">
            <w:pPr>
              <w:pStyle w:val="SIBulletList2"/>
            </w:pPr>
            <w:r w:rsidRPr="00C36FBC">
              <w:t>conservation of natural resources</w:t>
            </w:r>
          </w:p>
          <w:p w14:paraId="164A5ABC" w14:textId="77777777" w:rsidR="00C36FBC" w:rsidRPr="00C36FBC" w:rsidRDefault="00C36FBC" w:rsidP="00C36FBC">
            <w:pPr>
              <w:pStyle w:val="SIBulletList2"/>
            </w:pPr>
            <w:r w:rsidRPr="00C36FBC">
              <w:t>wild-fire management and mitigation</w:t>
            </w:r>
          </w:p>
          <w:p w14:paraId="3D879D3D" w14:textId="77777777" w:rsidR="00C36FBC" w:rsidRPr="00C36FBC" w:rsidRDefault="00C36FBC" w:rsidP="00C36FBC">
            <w:pPr>
              <w:pStyle w:val="SIBulletList2"/>
            </w:pPr>
            <w:r w:rsidRPr="00C36FBC">
              <w:t xml:space="preserve">food, </w:t>
            </w:r>
            <w:proofErr w:type="gramStart"/>
            <w:r w:rsidRPr="00C36FBC">
              <w:t>water</w:t>
            </w:r>
            <w:proofErr w:type="gramEnd"/>
            <w:r w:rsidRPr="00C36FBC">
              <w:t xml:space="preserve"> and energy security</w:t>
            </w:r>
          </w:p>
          <w:p w14:paraId="0E085339" w14:textId="77777777" w:rsidR="00F1480E" w:rsidRDefault="00C36FBC" w:rsidP="00C36FBC">
            <w:pPr>
              <w:pStyle w:val="SIBulletList2"/>
            </w:pPr>
            <w:r w:rsidRPr="00C36FBC">
              <w:t>human rights and right livelihood</w:t>
            </w:r>
          </w:p>
          <w:p w14:paraId="5C8CD985" w14:textId="706D73CB" w:rsidR="006D6C91" w:rsidRPr="005404CB" w:rsidRDefault="006D6C91" w:rsidP="00981253">
            <w:pPr>
              <w:pStyle w:val="SIBulletList1"/>
            </w:pPr>
            <w:r>
              <w:t>workplace health and safety hazards.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25CC580" w14:textId="2550AA5D" w:rsidR="00AA26C0" w:rsidRPr="00AA26C0" w:rsidRDefault="00AA26C0" w:rsidP="00AA26C0">
            <w:pPr>
              <w:pStyle w:val="SIText"/>
            </w:pPr>
            <w:r>
              <w:t xml:space="preserve">Assessment of </w:t>
            </w:r>
            <w:r w:rsidRPr="00AA26C0">
              <w:t xml:space="preserve">skills must take place under the following conditions: </w:t>
            </w:r>
          </w:p>
          <w:p w14:paraId="26185F9D" w14:textId="77777777" w:rsidR="00AA26C0" w:rsidRPr="00E40225" w:rsidRDefault="00AA26C0" w:rsidP="00AA26C0">
            <w:pPr>
              <w:pStyle w:val="SIText"/>
            </w:pPr>
          </w:p>
          <w:p w14:paraId="1018C934" w14:textId="66939ECE" w:rsidR="00AA26C0" w:rsidRPr="00AA26C0" w:rsidRDefault="00AA26C0" w:rsidP="00AA26C0">
            <w:pPr>
              <w:pStyle w:val="SIBulletList1"/>
            </w:pPr>
            <w:r w:rsidRPr="00AA26C0">
              <w:t>physical conditions:</w:t>
            </w:r>
          </w:p>
          <w:p w14:paraId="21EB8817" w14:textId="1026DC68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 xml:space="preserve">skills must be demonstrated </w:t>
            </w:r>
            <w:r>
              <w:t>in</w:t>
            </w:r>
            <w:r w:rsidRPr="00AA26C0">
              <w:t xml:space="preserve"> a </w:t>
            </w:r>
            <w:r>
              <w:t xml:space="preserve">permaculture garden or farm </w:t>
            </w:r>
            <w:r w:rsidRPr="00AA26C0">
              <w:t xml:space="preserve">workplace setting or an environment that accurately </w:t>
            </w:r>
            <w:r>
              <w:t>represents workplace conditions</w:t>
            </w:r>
          </w:p>
          <w:p w14:paraId="63D096AC" w14:textId="77777777" w:rsidR="00AA26C0" w:rsidRPr="00AA26C0" w:rsidRDefault="00AA26C0" w:rsidP="00AA26C0">
            <w:pPr>
              <w:pStyle w:val="SIBulletList1"/>
            </w:pPr>
            <w:r>
              <w:t xml:space="preserve">resources, </w:t>
            </w:r>
            <w:proofErr w:type="gramStart"/>
            <w:r w:rsidRPr="00AA26C0">
              <w:t>equipment</w:t>
            </w:r>
            <w:proofErr w:type="gramEnd"/>
            <w:r w:rsidRPr="00AA26C0">
              <w:t xml:space="preserve"> and materials:</w:t>
            </w:r>
          </w:p>
          <w:p w14:paraId="7CA9F935" w14:textId="44648BB7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lastRenderedPageBreak/>
              <w:t xml:space="preserve">use of </w:t>
            </w:r>
            <w:r>
              <w:t>hand tools</w:t>
            </w:r>
          </w:p>
          <w:p w14:paraId="6205E02C" w14:textId="77777777" w:rsidR="005E6708" w:rsidRPr="00981253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>use of specific items of personal protective equipment</w:t>
            </w:r>
          </w:p>
          <w:p w14:paraId="1FCA60B0" w14:textId="65A3AF3F" w:rsidR="00AA26C0" w:rsidRPr="00AA26C0" w:rsidRDefault="005E6708" w:rsidP="00AA2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materials, </w:t>
            </w:r>
            <w:proofErr w:type="gramStart"/>
            <w:r>
              <w:rPr>
                <w:rFonts w:eastAsia="Calibri"/>
              </w:rPr>
              <w:t>plants</w:t>
            </w:r>
            <w:proofErr w:type="gramEnd"/>
            <w:r>
              <w:rPr>
                <w:rFonts w:eastAsia="Calibri"/>
              </w:rPr>
              <w:t xml:space="preserve"> and consumables</w:t>
            </w:r>
          </w:p>
          <w:p w14:paraId="31EC1249" w14:textId="77777777" w:rsidR="00AA26C0" w:rsidRPr="00AA26C0" w:rsidRDefault="00AA26C0" w:rsidP="00AA26C0">
            <w:pPr>
              <w:pStyle w:val="SIBulletList1"/>
              <w:rPr>
                <w:rFonts w:eastAsia="Calibri"/>
              </w:rPr>
            </w:pPr>
            <w:r w:rsidRPr="00AA26C0">
              <w:rPr>
                <w:rFonts w:eastAsia="Calibri"/>
              </w:rPr>
              <w:t>specifications:</w:t>
            </w:r>
          </w:p>
          <w:p w14:paraId="488645E6" w14:textId="5347F317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use of workplace policies</w:t>
            </w:r>
            <w:r w:rsidR="005E6708">
              <w:rPr>
                <w:rFonts w:eastAsia="Calibri"/>
              </w:rPr>
              <w:t xml:space="preserve"> and procedures for health and safety</w:t>
            </w:r>
          </w:p>
          <w:p w14:paraId="0E004A44" w14:textId="0DD3743D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use of workplace instructions</w:t>
            </w:r>
          </w:p>
          <w:p w14:paraId="3C2DD397" w14:textId="3E838143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 xml:space="preserve">access to </w:t>
            </w:r>
            <w:r w:rsidR="005E6708">
              <w:rPr>
                <w:rFonts w:eastAsia="Calibri"/>
              </w:rPr>
              <w:t>information on permaculture</w:t>
            </w:r>
          </w:p>
          <w:p w14:paraId="2B408C95" w14:textId="77777777" w:rsidR="005E6708" w:rsidRDefault="00AA26C0" w:rsidP="00981253">
            <w:pPr>
              <w:pStyle w:val="SIBulletList1"/>
            </w:pPr>
            <w:r>
              <w:t xml:space="preserve">relationships </w:t>
            </w:r>
          </w:p>
          <w:p w14:paraId="1E184D0D" w14:textId="6917BC47" w:rsidR="005E6708" w:rsidRDefault="005E6708" w:rsidP="00981253">
            <w:pPr>
              <w:pStyle w:val="SIBulletList2"/>
            </w:pPr>
            <w:r>
              <w:t xml:space="preserve">colleagues </w:t>
            </w:r>
          </w:p>
          <w:p w14:paraId="142C1ECC" w14:textId="666B02FE" w:rsidR="00AA26C0" w:rsidRPr="00AA26C0" w:rsidRDefault="00AA26C0" w:rsidP="00981253">
            <w:pPr>
              <w:pStyle w:val="SIBulletList2"/>
            </w:pPr>
            <w:r w:rsidRPr="00AA26C0">
              <w:t>supervisors</w:t>
            </w:r>
          </w:p>
          <w:p w14:paraId="602BA37C" w14:textId="77777777" w:rsidR="005E6708" w:rsidRDefault="005E6708" w:rsidP="00AA26C0">
            <w:pPr>
              <w:pStyle w:val="SIText"/>
            </w:pPr>
          </w:p>
          <w:p w14:paraId="3899B270" w14:textId="77777777" w:rsidR="00AA26C0" w:rsidRPr="00AA26C0" w:rsidRDefault="00AA26C0" w:rsidP="00AA26C0">
            <w:pPr>
              <w:pStyle w:val="SIText"/>
            </w:pPr>
            <w:r w:rsidRPr="006452B8">
              <w:t xml:space="preserve">Assessors of this unit </w:t>
            </w:r>
            <w:r w:rsidRPr="00AA26C0">
              <w:t>must satisfy the requirements for assessors in applicable vocational education and training legislation, frameworks and/or standards.</w:t>
            </w:r>
          </w:p>
          <w:p w14:paraId="759850B7" w14:textId="5FFE985B" w:rsidR="0013525C" w:rsidRPr="005404CB" w:rsidRDefault="0013525C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C98" w14:textId="77777777" w:rsidR="00A3135C" w:rsidRDefault="00A3135C" w:rsidP="00BF3F0A">
      <w:r>
        <w:separator/>
      </w:r>
    </w:p>
    <w:p w14:paraId="2B9379B0" w14:textId="77777777" w:rsidR="00A3135C" w:rsidRDefault="00A3135C"/>
  </w:endnote>
  <w:endnote w:type="continuationSeparator" w:id="0">
    <w:p w14:paraId="26C63393" w14:textId="77777777" w:rsidR="00A3135C" w:rsidRDefault="00A3135C" w:rsidP="00BF3F0A">
      <w:r>
        <w:continuationSeparator/>
      </w:r>
    </w:p>
    <w:p w14:paraId="1CB54BC5" w14:textId="77777777" w:rsidR="00A3135C" w:rsidRDefault="00A31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0BC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F95E" w14:textId="77777777" w:rsidR="00A3135C" w:rsidRDefault="00A3135C" w:rsidP="00BF3F0A">
      <w:r>
        <w:separator/>
      </w:r>
    </w:p>
    <w:p w14:paraId="0D168655" w14:textId="77777777" w:rsidR="00A3135C" w:rsidRDefault="00A3135C"/>
  </w:footnote>
  <w:footnote w:type="continuationSeparator" w:id="0">
    <w:p w14:paraId="1F21B1DE" w14:textId="77777777" w:rsidR="00A3135C" w:rsidRDefault="00A3135C" w:rsidP="00BF3F0A">
      <w:r>
        <w:continuationSeparator/>
      </w:r>
    </w:p>
    <w:p w14:paraId="6AB146C5" w14:textId="77777777" w:rsidR="00A3135C" w:rsidRDefault="00A31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CFF139B" w:rsidR="009C2650" w:rsidRPr="000754EC" w:rsidRDefault="0076164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135C" w:rsidRPr="00A3135C">
      <w:t xml:space="preserve"> AHCPER101 Observe permaculture principles and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1712051">
    <w:abstractNumId w:val="8"/>
  </w:num>
  <w:num w:numId="2" w16cid:durableId="1381707022">
    <w:abstractNumId w:val="6"/>
  </w:num>
  <w:num w:numId="3" w16cid:durableId="276065581">
    <w:abstractNumId w:val="3"/>
  </w:num>
  <w:num w:numId="4" w16cid:durableId="1082869568">
    <w:abstractNumId w:val="13"/>
  </w:num>
  <w:num w:numId="5" w16cid:durableId="1470241646">
    <w:abstractNumId w:val="1"/>
  </w:num>
  <w:num w:numId="6" w16cid:durableId="1836919990">
    <w:abstractNumId w:val="7"/>
  </w:num>
  <w:num w:numId="7" w16cid:durableId="358048234">
    <w:abstractNumId w:val="2"/>
  </w:num>
  <w:num w:numId="8" w16cid:durableId="1223445894">
    <w:abstractNumId w:val="0"/>
  </w:num>
  <w:num w:numId="9" w16cid:durableId="151482655">
    <w:abstractNumId w:val="12"/>
  </w:num>
  <w:num w:numId="10" w16cid:durableId="2074573115">
    <w:abstractNumId w:val="9"/>
  </w:num>
  <w:num w:numId="11" w16cid:durableId="1290211175">
    <w:abstractNumId w:val="11"/>
  </w:num>
  <w:num w:numId="12" w16cid:durableId="1173569380">
    <w:abstractNumId w:val="10"/>
  </w:num>
  <w:num w:numId="13" w16cid:durableId="998118305">
    <w:abstractNumId w:val="14"/>
  </w:num>
  <w:num w:numId="14" w16cid:durableId="930354038">
    <w:abstractNumId w:val="4"/>
  </w:num>
  <w:num w:numId="15" w16cid:durableId="1990476894">
    <w:abstractNumId w:val="5"/>
  </w:num>
  <w:num w:numId="16" w16cid:durableId="5380829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4F"/>
    <w:rsid w:val="000C149A"/>
    <w:rsid w:val="000C224E"/>
    <w:rsid w:val="000D0F8F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BC0"/>
    <w:rsid w:val="00262FC3"/>
    <w:rsid w:val="0026394F"/>
    <w:rsid w:val="00267AF6"/>
    <w:rsid w:val="00276DB8"/>
    <w:rsid w:val="00282664"/>
    <w:rsid w:val="00282794"/>
    <w:rsid w:val="00285FB8"/>
    <w:rsid w:val="002970C3"/>
    <w:rsid w:val="002A4CD3"/>
    <w:rsid w:val="002A6CC4"/>
    <w:rsid w:val="002B343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310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12"/>
    <w:rsid w:val="004E5FAE"/>
    <w:rsid w:val="004E6245"/>
    <w:rsid w:val="004E6741"/>
    <w:rsid w:val="004E7094"/>
    <w:rsid w:val="004F5DC7"/>
    <w:rsid w:val="004F78DA"/>
    <w:rsid w:val="005145AB"/>
    <w:rsid w:val="005147B1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75D"/>
    <w:rsid w:val="00575BC6"/>
    <w:rsid w:val="00583902"/>
    <w:rsid w:val="005A1D70"/>
    <w:rsid w:val="005A3AA5"/>
    <w:rsid w:val="005A6C9C"/>
    <w:rsid w:val="005A74DC"/>
    <w:rsid w:val="005B5146"/>
    <w:rsid w:val="005D11AD"/>
    <w:rsid w:val="005D1AFD"/>
    <w:rsid w:val="005E51E6"/>
    <w:rsid w:val="005E6708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C9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4088"/>
    <w:rsid w:val="00727901"/>
    <w:rsid w:val="0073075B"/>
    <w:rsid w:val="0073404B"/>
    <w:rsid w:val="007341FF"/>
    <w:rsid w:val="007404E9"/>
    <w:rsid w:val="007444CF"/>
    <w:rsid w:val="00752C75"/>
    <w:rsid w:val="00757005"/>
    <w:rsid w:val="00761649"/>
    <w:rsid w:val="00761DBE"/>
    <w:rsid w:val="0076523B"/>
    <w:rsid w:val="00771B60"/>
    <w:rsid w:val="00781D77"/>
    <w:rsid w:val="0078327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21F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253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26C0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0E3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74E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6164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purl.org/dc/terms/"/>
    <ds:schemaRef ds:uri="7ee3a392-9fd5-4e44-986b-b11872d0f857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2871C2-EA54-47DE-8F53-D6701BFF7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C51A59-093A-475E-A9CE-8DB9C616E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130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23</cp:revision>
  <cp:lastPrinted>2016-05-27T05:21:00Z</cp:lastPrinted>
  <dcterms:created xsi:type="dcterms:W3CDTF">2021-09-14T01:14:00Z</dcterms:created>
  <dcterms:modified xsi:type="dcterms:W3CDTF">2022-05-13T01:58:00Z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